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C83" w:rsidRPr="00243B86" w:rsidRDefault="00AE2C83" w:rsidP="00800CEB">
      <w:pPr>
        <w:pageBreakBefore/>
        <w:ind w:left="5664" w:firstLine="708"/>
      </w:pPr>
      <w:r w:rsidRPr="00243B86">
        <w:rPr>
          <w:b/>
          <w:bCs/>
        </w:rPr>
        <w:t>Приложение № 1</w:t>
      </w:r>
      <w:r>
        <w:t xml:space="preserve">                        к а</w:t>
      </w:r>
      <w:r w:rsidRPr="00243B86">
        <w:t xml:space="preserve">дминистративному регламенту предоставления </w:t>
      </w:r>
      <w:r>
        <w:t xml:space="preserve">администрацией муниципального образования Щербиновский район </w:t>
      </w:r>
      <w:r w:rsidRPr="00243B86">
        <w:t>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</w:t>
      </w:r>
    </w:p>
    <w:p w:rsidR="00AE2C83" w:rsidRPr="00243B86" w:rsidRDefault="00AE2C83" w:rsidP="00330AA8">
      <w:pPr>
        <w:jc w:val="center"/>
      </w:pPr>
    </w:p>
    <w:p w:rsidR="00AE2C83" w:rsidRPr="00243B86" w:rsidRDefault="00AE2C83" w:rsidP="00330AA8">
      <w:pPr>
        <w:ind w:left="357"/>
        <w:jc w:val="right"/>
      </w:pPr>
      <w:r w:rsidRPr="00243B86">
        <w:t xml:space="preserve">Директору _______________________________ </w:t>
      </w:r>
    </w:p>
    <w:p w:rsidR="00AE2C83" w:rsidRPr="00243B86" w:rsidRDefault="00AE2C83" w:rsidP="00330AA8">
      <w:pPr>
        <w:ind w:left="357"/>
        <w:jc w:val="right"/>
      </w:pPr>
    </w:p>
    <w:p w:rsidR="00AE2C83" w:rsidRPr="00243B86" w:rsidRDefault="00AE2C83" w:rsidP="00330AA8">
      <w:pPr>
        <w:ind w:left="357"/>
        <w:jc w:val="right"/>
      </w:pPr>
      <w:r w:rsidRPr="00243B86">
        <w:t>________________________________________</w:t>
      </w:r>
    </w:p>
    <w:p w:rsidR="00AE2C83" w:rsidRPr="00243B86" w:rsidRDefault="00AE2C83" w:rsidP="00330AA8">
      <w:pPr>
        <w:ind w:left="5313" w:firstLine="351"/>
        <w:jc w:val="center"/>
        <w:rPr>
          <w:sz w:val="16"/>
          <w:szCs w:val="16"/>
        </w:rPr>
      </w:pPr>
      <w:r w:rsidRPr="00243B86">
        <w:rPr>
          <w:sz w:val="16"/>
          <w:szCs w:val="16"/>
        </w:rPr>
        <w:t>(Ф.И.О.)</w:t>
      </w:r>
    </w:p>
    <w:p w:rsidR="00AE2C83" w:rsidRPr="00243B86" w:rsidRDefault="00AE2C83" w:rsidP="00330AA8">
      <w:pPr>
        <w:ind w:left="357"/>
        <w:jc w:val="right"/>
      </w:pPr>
      <w:r w:rsidRPr="00243B86">
        <w:t>от ____________________________________</w:t>
      </w:r>
    </w:p>
    <w:p w:rsidR="00AE2C83" w:rsidRPr="00243B86" w:rsidRDefault="00AE2C83" w:rsidP="00330AA8">
      <w:pPr>
        <w:ind w:left="5313" w:firstLine="351"/>
        <w:jc w:val="center"/>
        <w:rPr>
          <w:sz w:val="16"/>
          <w:szCs w:val="16"/>
        </w:rPr>
      </w:pPr>
      <w:r w:rsidRPr="00243B86">
        <w:rPr>
          <w:sz w:val="16"/>
          <w:szCs w:val="16"/>
        </w:rPr>
        <w:t>(Ф.И.О. заявителя)</w:t>
      </w:r>
    </w:p>
    <w:p w:rsidR="00AE2C83" w:rsidRPr="00243B86" w:rsidRDefault="00AE2C83" w:rsidP="00330AA8">
      <w:pPr>
        <w:ind w:left="357"/>
        <w:jc w:val="right"/>
      </w:pPr>
      <w:r w:rsidRPr="00243B86">
        <w:t>зарегистрированного по адресу: ____________</w:t>
      </w:r>
    </w:p>
    <w:p w:rsidR="00AE2C83" w:rsidRPr="00E32767" w:rsidRDefault="00AE2C83" w:rsidP="00330AA8">
      <w:pPr>
        <w:ind w:left="357"/>
        <w:jc w:val="right"/>
      </w:pPr>
      <w:r w:rsidRPr="00E32767">
        <w:t>________________________________________</w:t>
      </w:r>
    </w:p>
    <w:p w:rsidR="00AE2C83" w:rsidRPr="00E32767" w:rsidRDefault="00AE2C83" w:rsidP="00330AA8">
      <w:pPr>
        <w:ind w:left="357"/>
        <w:jc w:val="right"/>
      </w:pPr>
      <w:r w:rsidRPr="00E32767">
        <w:t>телефон: ________________________________</w:t>
      </w:r>
    </w:p>
    <w:p w:rsidR="00AE2C83" w:rsidRPr="00E32767" w:rsidRDefault="00AE2C83" w:rsidP="00330AA8">
      <w:pPr>
        <w:ind w:left="357"/>
        <w:jc w:val="right"/>
      </w:pPr>
      <w:r w:rsidRPr="00E32767">
        <w:t>e-mail:__________________________________</w:t>
      </w:r>
    </w:p>
    <w:p w:rsidR="00AE2C83" w:rsidRDefault="00AE2C83" w:rsidP="00330AA8">
      <w:pPr>
        <w:jc w:val="center"/>
        <w:rPr>
          <w:sz w:val="28"/>
          <w:szCs w:val="28"/>
        </w:rPr>
      </w:pPr>
    </w:p>
    <w:p w:rsidR="00AE2C83" w:rsidRPr="00E32767" w:rsidRDefault="00AE2C83" w:rsidP="00330AA8">
      <w:pPr>
        <w:jc w:val="center"/>
        <w:rPr>
          <w:sz w:val="28"/>
          <w:szCs w:val="28"/>
        </w:rPr>
      </w:pPr>
    </w:p>
    <w:p w:rsidR="00AE2C83" w:rsidRPr="00E32767" w:rsidRDefault="00AE2C83" w:rsidP="00330AA8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E32767">
        <w:rPr>
          <w:sz w:val="28"/>
          <w:szCs w:val="28"/>
        </w:rPr>
        <w:t xml:space="preserve">аявление </w:t>
      </w:r>
    </w:p>
    <w:p w:rsidR="00AE2C83" w:rsidRPr="00E32767" w:rsidRDefault="00AE2C83" w:rsidP="00330AA8">
      <w:pPr>
        <w:jc w:val="center"/>
        <w:rPr>
          <w:sz w:val="28"/>
          <w:szCs w:val="28"/>
        </w:rPr>
      </w:pPr>
      <w:r w:rsidRPr="00E32767">
        <w:rPr>
          <w:sz w:val="28"/>
          <w:szCs w:val="28"/>
        </w:rPr>
        <w:t>о предоставлении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</w:r>
    </w:p>
    <w:p w:rsidR="00AE2C83" w:rsidRPr="00E32767" w:rsidRDefault="00AE2C83" w:rsidP="00330AA8">
      <w:pPr>
        <w:jc w:val="both"/>
        <w:rPr>
          <w:sz w:val="28"/>
          <w:szCs w:val="28"/>
        </w:rPr>
      </w:pPr>
    </w:p>
    <w:p w:rsidR="00AE2C83" w:rsidRPr="00E32767" w:rsidRDefault="00AE2C83" w:rsidP="00330AA8">
      <w:pPr>
        <w:jc w:val="both"/>
        <w:rPr>
          <w:sz w:val="28"/>
          <w:szCs w:val="28"/>
        </w:rPr>
      </w:pPr>
      <w:r w:rsidRPr="00E32767">
        <w:rPr>
          <w:sz w:val="28"/>
          <w:szCs w:val="28"/>
        </w:rPr>
        <w:tab/>
        <w:t>Прошу предоставить сведения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(нужное подчеркнуть) в МОУ______________________________________________________</w:t>
      </w:r>
      <w:r>
        <w:rPr>
          <w:sz w:val="28"/>
          <w:szCs w:val="28"/>
        </w:rPr>
        <w:t>________</w:t>
      </w:r>
    </w:p>
    <w:p w:rsidR="00AE2C83" w:rsidRPr="00E32767" w:rsidRDefault="00AE2C83" w:rsidP="00330AA8">
      <w:pPr>
        <w:jc w:val="center"/>
        <w:rPr>
          <w:sz w:val="28"/>
          <w:szCs w:val="28"/>
          <w:vertAlign w:val="superscript"/>
        </w:rPr>
      </w:pPr>
      <w:r w:rsidRPr="00E32767">
        <w:rPr>
          <w:sz w:val="28"/>
          <w:szCs w:val="28"/>
          <w:vertAlign w:val="superscript"/>
        </w:rPr>
        <w:t>(полное наименование МОУ)</w:t>
      </w:r>
    </w:p>
    <w:p w:rsidR="00AE2C83" w:rsidRPr="00E32767" w:rsidRDefault="00AE2C83" w:rsidP="00330AA8">
      <w:pPr>
        <w:jc w:val="both"/>
        <w:rPr>
          <w:sz w:val="28"/>
          <w:szCs w:val="28"/>
        </w:rPr>
      </w:pPr>
      <w:r w:rsidRPr="00E32767">
        <w:rPr>
          <w:sz w:val="28"/>
          <w:szCs w:val="28"/>
        </w:rPr>
        <w:t>в __________________________________________________</w:t>
      </w:r>
      <w:r>
        <w:rPr>
          <w:sz w:val="28"/>
          <w:szCs w:val="28"/>
        </w:rPr>
        <w:t xml:space="preserve">___ </w:t>
      </w:r>
      <w:r w:rsidRPr="00E32767">
        <w:rPr>
          <w:sz w:val="28"/>
          <w:szCs w:val="28"/>
        </w:rPr>
        <w:t>классе (группе)</w:t>
      </w:r>
    </w:p>
    <w:p w:rsidR="00AE2C83" w:rsidRPr="00E32767" w:rsidRDefault="00AE2C83" w:rsidP="00330AA8">
      <w:pPr>
        <w:jc w:val="center"/>
        <w:rPr>
          <w:sz w:val="28"/>
          <w:szCs w:val="28"/>
        </w:rPr>
      </w:pPr>
    </w:p>
    <w:p w:rsidR="00AE2C83" w:rsidRPr="00E32767" w:rsidRDefault="00AE2C83" w:rsidP="00330AA8">
      <w:pPr>
        <w:rPr>
          <w:sz w:val="28"/>
          <w:szCs w:val="28"/>
          <w:u w:val="single"/>
        </w:rPr>
      </w:pPr>
      <w:r w:rsidRPr="00E32767">
        <w:rPr>
          <w:sz w:val="28"/>
          <w:szCs w:val="28"/>
          <w:u w:val="single"/>
        </w:rPr>
        <w:t>Способ информирования заявителя (необходимое отметить):</w:t>
      </w:r>
    </w:p>
    <w:p w:rsidR="00AE2C83" w:rsidRPr="00E32767" w:rsidRDefault="00AE2C83" w:rsidP="00330AA8">
      <w:pPr>
        <w:rPr>
          <w:sz w:val="28"/>
          <w:szCs w:val="28"/>
          <w:u w:val="single"/>
        </w:rPr>
      </w:pPr>
    </w:p>
    <w:p w:rsidR="00AE2C83" w:rsidRPr="00E32767" w:rsidRDefault="00AE2C83" w:rsidP="00330AA8">
      <w:pPr>
        <w:rPr>
          <w:sz w:val="28"/>
          <w:szCs w:val="28"/>
        </w:rPr>
      </w:pPr>
      <w:r>
        <w:rPr>
          <w:noProof/>
        </w:rPr>
        <w:pict>
          <v:rect id="Прямоугольник 14" o:spid="_x0000_s1026" style="position:absolute;margin-left:-19.55pt;margin-top:1.85pt;width:13.55pt;height:11.85pt;z-index:251658752;visibility:visible"/>
        </w:pict>
      </w:r>
      <w:r w:rsidRPr="00E32767">
        <w:rPr>
          <w:sz w:val="28"/>
          <w:szCs w:val="28"/>
        </w:rPr>
        <w:t>Устно (при личном обращении)</w:t>
      </w:r>
    </w:p>
    <w:p w:rsidR="00AE2C83" w:rsidRPr="00E32767" w:rsidRDefault="00AE2C83" w:rsidP="00330AA8">
      <w:pPr>
        <w:rPr>
          <w:sz w:val="28"/>
          <w:szCs w:val="28"/>
        </w:rPr>
      </w:pPr>
    </w:p>
    <w:p w:rsidR="00AE2C83" w:rsidRPr="00E32767" w:rsidRDefault="00AE2C83" w:rsidP="00330AA8">
      <w:pPr>
        <w:rPr>
          <w:sz w:val="28"/>
          <w:szCs w:val="28"/>
        </w:rPr>
      </w:pPr>
      <w:r>
        <w:rPr>
          <w:noProof/>
        </w:rPr>
        <w:pict>
          <v:rect id="Прямоугольник 23" o:spid="_x0000_s1027" style="position:absolute;margin-left:-19.55pt;margin-top:1.85pt;width:13.55pt;height:11.85pt;z-index:251656704;visibility:visible"/>
        </w:pict>
      </w:r>
      <w:r>
        <w:rPr>
          <w:noProof/>
        </w:rPr>
        <w:pict>
          <v:rect id="Прямоугольник 22" o:spid="_x0000_s1028" style="position:absolute;margin-left:-19.55pt;margin-top:25.05pt;width:13.55pt;height:11.85pt;z-index:251657728;visibility:visible"/>
        </w:pict>
      </w:r>
      <w:r w:rsidRPr="00E32767">
        <w:rPr>
          <w:sz w:val="28"/>
          <w:szCs w:val="28"/>
        </w:rPr>
        <w:t>В бумажном виде (при личном обращении)</w:t>
      </w:r>
    </w:p>
    <w:p w:rsidR="00AE2C83" w:rsidRPr="00E32767" w:rsidRDefault="00AE2C83" w:rsidP="00330AA8">
      <w:pPr>
        <w:rPr>
          <w:sz w:val="28"/>
          <w:szCs w:val="28"/>
        </w:rPr>
      </w:pPr>
    </w:p>
    <w:p w:rsidR="00AE2C83" w:rsidRPr="00E32767" w:rsidRDefault="00AE2C83" w:rsidP="00330AA8">
      <w:pPr>
        <w:rPr>
          <w:sz w:val="28"/>
          <w:szCs w:val="28"/>
        </w:rPr>
      </w:pPr>
      <w:r w:rsidRPr="00E32767">
        <w:rPr>
          <w:sz w:val="28"/>
          <w:szCs w:val="28"/>
        </w:rPr>
        <w:t>По электронной почте (электронный адрес ____________________________________________)</w:t>
      </w:r>
    </w:p>
    <w:p w:rsidR="00AE2C83" w:rsidRPr="00E32767" w:rsidRDefault="00AE2C83" w:rsidP="00330AA8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</w:p>
    <w:p w:rsidR="00AE2C83" w:rsidRDefault="00AE2C83" w:rsidP="00330AA8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E32767">
        <w:rPr>
          <w:sz w:val="28"/>
          <w:szCs w:val="28"/>
          <w:u w:val="single"/>
        </w:rPr>
        <w:t>Сведения о заявителе:</w:t>
      </w:r>
    </w:p>
    <w:p w:rsidR="00AE2C83" w:rsidRPr="00E32767" w:rsidRDefault="00AE2C83" w:rsidP="00330AA8">
      <w:pPr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AE2C83" w:rsidRPr="00E32767" w:rsidRDefault="00AE2C83" w:rsidP="00330AA8">
      <w:pPr>
        <w:numPr>
          <w:ilvl w:val="0"/>
          <w:numId w:val="1"/>
        </w:numPr>
        <w:autoSpaceDE w:val="0"/>
        <w:autoSpaceDN w:val="0"/>
        <w:adjustRightInd w:val="0"/>
        <w:ind w:left="0"/>
        <w:rPr>
          <w:sz w:val="28"/>
          <w:szCs w:val="28"/>
          <w:lang w:eastAsia="en-US"/>
        </w:rPr>
      </w:pPr>
      <w:r w:rsidRPr="00E32767">
        <w:rPr>
          <w:sz w:val="28"/>
          <w:szCs w:val="28"/>
          <w:lang w:eastAsia="en-US"/>
        </w:rPr>
        <w:t>ФИО _____________________________________________________</w:t>
      </w:r>
      <w:r>
        <w:rPr>
          <w:sz w:val="28"/>
          <w:szCs w:val="28"/>
          <w:lang w:eastAsia="en-US"/>
        </w:rPr>
        <w:t>_____________</w:t>
      </w:r>
    </w:p>
    <w:p w:rsidR="00AE2C83" w:rsidRPr="00E32767" w:rsidRDefault="00AE2C83" w:rsidP="00330AA8">
      <w:pPr>
        <w:numPr>
          <w:ilvl w:val="0"/>
          <w:numId w:val="1"/>
        </w:numPr>
        <w:autoSpaceDE w:val="0"/>
        <w:autoSpaceDN w:val="0"/>
        <w:adjustRightInd w:val="0"/>
        <w:ind w:left="0"/>
        <w:rPr>
          <w:sz w:val="28"/>
          <w:szCs w:val="28"/>
          <w:lang w:eastAsia="en-US"/>
        </w:rPr>
      </w:pPr>
      <w:r w:rsidRPr="00E32767">
        <w:rPr>
          <w:sz w:val="28"/>
          <w:szCs w:val="28"/>
          <w:lang w:eastAsia="en-US"/>
        </w:rPr>
        <w:t>Вид документа, подтверждающего личность ___________________________________________</w:t>
      </w:r>
      <w:r>
        <w:rPr>
          <w:sz w:val="28"/>
          <w:szCs w:val="28"/>
          <w:lang w:eastAsia="en-US"/>
        </w:rPr>
        <w:t>_______________</w:t>
      </w:r>
      <w:r w:rsidRPr="00E32767">
        <w:rPr>
          <w:sz w:val="28"/>
          <w:szCs w:val="28"/>
          <w:lang w:eastAsia="en-US"/>
        </w:rPr>
        <w:t>________</w:t>
      </w:r>
    </w:p>
    <w:p w:rsidR="00AE2C83" w:rsidRPr="00E32767" w:rsidRDefault="00AE2C83" w:rsidP="00330AA8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32767">
        <w:rPr>
          <w:sz w:val="28"/>
          <w:szCs w:val="28"/>
          <w:lang w:eastAsia="en-US"/>
        </w:rPr>
        <w:t>Серия ________№_______ кем и когда выдан ________________________________________________</w:t>
      </w:r>
      <w:r>
        <w:rPr>
          <w:sz w:val="28"/>
          <w:szCs w:val="28"/>
          <w:lang w:eastAsia="en-US"/>
        </w:rPr>
        <w:t>________________</w:t>
      </w:r>
      <w:r w:rsidRPr="00E32767">
        <w:rPr>
          <w:sz w:val="28"/>
          <w:szCs w:val="28"/>
          <w:lang w:eastAsia="en-US"/>
        </w:rPr>
        <w:t>__</w:t>
      </w:r>
    </w:p>
    <w:p w:rsidR="00AE2C83" w:rsidRPr="00E32767" w:rsidRDefault="00AE2C83" w:rsidP="00330AA8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32767">
        <w:rPr>
          <w:sz w:val="28"/>
          <w:szCs w:val="28"/>
          <w:lang w:eastAsia="en-US"/>
        </w:rPr>
        <w:t>__________________________________________________________</w:t>
      </w:r>
      <w:r>
        <w:rPr>
          <w:sz w:val="28"/>
          <w:szCs w:val="28"/>
          <w:lang w:eastAsia="en-US"/>
        </w:rPr>
        <w:t>________</w:t>
      </w:r>
    </w:p>
    <w:p w:rsidR="00AE2C83" w:rsidRPr="00E32767" w:rsidRDefault="00AE2C83" w:rsidP="00330AA8">
      <w:pPr>
        <w:numPr>
          <w:ilvl w:val="0"/>
          <w:numId w:val="1"/>
        </w:numPr>
        <w:autoSpaceDE w:val="0"/>
        <w:autoSpaceDN w:val="0"/>
        <w:adjustRightInd w:val="0"/>
        <w:ind w:left="0"/>
        <w:rPr>
          <w:sz w:val="28"/>
          <w:szCs w:val="28"/>
          <w:lang w:eastAsia="en-US"/>
        </w:rPr>
      </w:pPr>
      <w:r w:rsidRPr="00E32767">
        <w:rPr>
          <w:sz w:val="28"/>
          <w:szCs w:val="28"/>
          <w:lang w:eastAsia="en-US"/>
        </w:rPr>
        <w:t>Адрес____________________________________________________________________________________</w:t>
      </w:r>
    </w:p>
    <w:p w:rsidR="00AE2C83" w:rsidRPr="00E32767" w:rsidRDefault="00AE2C83" w:rsidP="00330AA8">
      <w:pPr>
        <w:numPr>
          <w:ilvl w:val="0"/>
          <w:numId w:val="1"/>
        </w:numPr>
        <w:autoSpaceDE w:val="0"/>
        <w:autoSpaceDN w:val="0"/>
        <w:adjustRightInd w:val="0"/>
        <w:ind w:left="0"/>
        <w:rPr>
          <w:sz w:val="28"/>
          <w:szCs w:val="28"/>
          <w:lang w:eastAsia="en-US"/>
        </w:rPr>
      </w:pPr>
      <w:r w:rsidRPr="00E32767">
        <w:rPr>
          <w:sz w:val="28"/>
          <w:szCs w:val="28"/>
          <w:lang w:eastAsia="en-US"/>
        </w:rPr>
        <w:t>Контактный телефон __________________________________________</w:t>
      </w:r>
      <w:r>
        <w:rPr>
          <w:sz w:val="28"/>
          <w:szCs w:val="28"/>
          <w:lang w:eastAsia="en-US"/>
        </w:rPr>
        <w:t>________________________</w:t>
      </w:r>
    </w:p>
    <w:p w:rsidR="00AE2C83" w:rsidRPr="00E32767" w:rsidRDefault="00AE2C83" w:rsidP="00E32767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E32767">
        <w:rPr>
          <w:sz w:val="28"/>
          <w:szCs w:val="28"/>
        </w:rPr>
        <w:t xml:space="preserve">Достоверность и полноту указанных сведений подтверждаю. </w:t>
      </w:r>
    </w:p>
    <w:p w:rsidR="00AE2C83" w:rsidRPr="00E32767" w:rsidRDefault="00AE2C83" w:rsidP="00330AA8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E32767">
        <w:rPr>
          <w:sz w:val="28"/>
          <w:szCs w:val="28"/>
        </w:rPr>
        <w:t>В соответствии с Федеральным законом от 27.07.2006 № 152-ФЗ «О персональных данных» даю свое согласие МОУ ________ на обработку моих персональных данных, указанных в заявлении, а также их передачу в электронной форме по открытым каналам связи сети Интернет в государственные и муниципальные органы и долгосрочное использование в целях предоставления муниципальной услуги согласно действующего законодательства Российской Федерации. Настоящее согласие может быть отозвано мной в письменной форме и действует до даты подачи мной заявления об отзыве. С порядком подачи заявления в электронном виде ознакомлен.</w:t>
      </w:r>
      <w:bookmarkStart w:id="0" w:name="_GoBack"/>
      <w:bookmarkEnd w:id="0"/>
    </w:p>
    <w:p w:rsidR="00AE2C83" w:rsidRPr="00E32767" w:rsidRDefault="00AE2C83" w:rsidP="00330A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2C83" w:rsidRPr="00E32767" w:rsidRDefault="00AE2C83" w:rsidP="00330A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32767">
        <w:rPr>
          <w:sz w:val="28"/>
          <w:szCs w:val="28"/>
        </w:rPr>
        <w:t>"_______" ________________________ 20_____ г. "_____" ч. "_______" мин.</w:t>
      </w:r>
    </w:p>
    <w:p w:rsidR="00AE2C83" w:rsidRPr="00E32767" w:rsidRDefault="00AE2C83" w:rsidP="00330AA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E32767">
        <w:rPr>
          <w:sz w:val="28"/>
          <w:szCs w:val="28"/>
          <w:vertAlign w:val="superscript"/>
        </w:rPr>
        <w:t>(дата и время подачи заявления)</w:t>
      </w:r>
    </w:p>
    <w:p w:rsidR="00AE2C83" w:rsidRPr="00E32767" w:rsidRDefault="00AE2C83" w:rsidP="00330A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32767">
        <w:rPr>
          <w:sz w:val="28"/>
          <w:szCs w:val="28"/>
        </w:rPr>
        <w:t>_____________________ /____________________________________________</w:t>
      </w:r>
    </w:p>
    <w:p w:rsidR="00AE2C83" w:rsidRPr="00E32767" w:rsidRDefault="00AE2C83" w:rsidP="00330AA8">
      <w:pPr>
        <w:widowControl w:val="0"/>
        <w:autoSpaceDE w:val="0"/>
        <w:autoSpaceDN w:val="0"/>
        <w:adjustRightInd w:val="0"/>
        <w:rPr>
          <w:b/>
          <w:bCs/>
          <w:noProof/>
          <w:sz w:val="28"/>
          <w:szCs w:val="28"/>
        </w:rPr>
      </w:pPr>
      <w:r w:rsidRPr="00E32767">
        <w:rPr>
          <w:sz w:val="28"/>
          <w:szCs w:val="28"/>
          <w:vertAlign w:val="superscript"/>
        </w:rPr>
        <w:t xml:space="preserve">      (подпись заявителя)            (полностью Ф.И.О.)</w:t>
      </w:r>
    </w:p>
    <w:p w:rsidR="00AE2C83" w:rsidRPr="00E32767" w:rsidRDefault="00AE2C83">
      <w:pPr>
        <w:rPr>
          <w:sz w:val="28"/>
          <w:szCs w:val="28"/>
        </w:rPr>
      </w:pPr>
    </w:p>
    <w:sectPr w:rsidR="00AE2C83" w:rsidRPr="00E32767" w:rsidSect="00B96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242D2"/>
    <w:multiLevelType w:val="hybridMultilevel"/>
    <w:tmpl w:val="2C68E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AA8"/>
    <w:rsid w:val="001B6A13"/>
    <w:rsid w:val="00243B86"/>
    <w:rsid w:val="00330AA8"/>
    <w:rsid w:val="00800CEB"/>
    <w:rsid w:val="00AE2C83"/>
    <w:rsid w:val="00B96262"/>
    <w:rsid w:val="00DA424C"/>
    <w:rsid w:val="00E32767"/>
    <w:rsid w:val="00EA2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AA8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2</Pages>
  <Words>432</Words>
  <Characters>2463</Characters>
  <Application>Microsoft Office Outlook</Application>
  <DocSecurity>0</DocSecurity>
  <Lines>0</Lines>
  <Paragraphs>0</Paragraphs>
  <ScaleCrop>false</ScaleCrop>
  <Company>RMK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Фризен</cp:lastModifiedBy>
  <cp:revision>3</cp:revision>
  <dcterms:created xsi:type="dcterms:W3CDTF">2015-04-27T12:51:00Z</dcterms:created>
  <dcterms:modified xsi:type="dcterms:W3CDTF">2015-05-26T11:08:00Z</dcterms:modified>
</cp:coreProperties>
</file>